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9F" w:rsidRPr="00DC7F68" w:rsidRDefault="0053619F" w:rsidP="00DC7F68">
      <w:pPr>
        <w:pStyle w:val="Title"/>
        <w:rPr>
          <w:rFonts w:ascii="Century Gothic" w:hAnsi="Century Gothic" w:cs="Arial"/>
          <w:sz w:val="24"/>
        </w:rPr>
      </w:pPr>
      <w:r w:rsidRPr="00C62165">
        <w:rPr>
          <w:rFonts w:ascii="Century Gothic" w:hAnsi="Century Gothic" w:cs="Arial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85.5pt">
            <v:imagedata r:id="rId7" o:title=""/>
          </v:shape>
        </w:pict>
      </w:r>
    </w:p>
    <w:p w:rsidR="0053619F" w:rsidRPr="001F2F0F" w:rsidRDefault="0053619F" w:rsidP="00875F68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  <w:u w:val="single"/>
        </w:rPr>
      </w:pPr>
      <w:r w:rsidRPr="001F2F0F">
        <w:rPr>
          <w:rFonts w:ascii="Century Gothic" w:hAnsi="Century Gothic" w:cs="Arial"/>
          <w:b/>
          <w:sz w:val="24"/>
          <w:u w:val="single"/>
        </w:rPr>
        <w:t>ALLEGATO A:  Modello di domanda</w:t>
      </w:r>
    </w:p>
    <w:p w:rsidR="0053619F" w:rsidRDefault="0053619F" w:rsidP="00083B70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  <w:highlight w:val="yellow"/>
        </w:rPr>
      </w:pPr>
    </w:p>
    <w:p w:rsidR="0053619F" w:rsidRPr="00083B70" w:rsidRDefault="0053619F" w:rsidP="00083B70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  <w:r w:rsidRPr="0072625B">
        <w:rPr>
          <w:rFonts w:ascii="Century Gothic" w:hAnsi="Century Gothic" w:cs="Arial"/>
          <w:b/>
          <w:sz w:val="24"/>
        </w:rPr>
        <w:t>RIAPERTURA</w:t>
      </w:r>
      <w:r w:rsidRPr="00083B70">
        <w:rPr>
          <w:rFonts w:ascii="Century Gothic" w:hAnsi="Century Gothic" w:cs="Arial"/>
          <w:b/>
          <w:sz w:val="24"/>
        </w:rPr>
        <w:t xml:space="preserve"> BANDO</w:t>
      </w:r>
      <w:r>
        <w:rPr>
          <w:rFonts w:ascii="Century Gothic" w:hAnsi="Century Gothic" w:cs="Arial"/>
          <w:b/>
          <w:sz w:val="24"/>
        </w:rPr>
        <w:t xml:space="preserve"> – BORSE RESIDUE</w:t>
      </w:r>
      <w:r w:rsidRPr="00457D72">
        <w:rPr>
          <w:rFonts w:ascii="Century Gothic" w:hAnsi="Century Gothic" w:cs="Arial"/>
          <w:b/>
          <w:sz w:val="24"/>
        </w:rPr>
        <w:t xml:space="preserve"> </w:t>
      </w:r>
    </w:p>
    <w:p w:rsidR="0053619F" w:rsidRPr="00457D72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  <w:lang w:val="en-GB"/>
        </w:rPr>
      </w:pPr>
      <w:r w:rsidRPr="00457D72">
        <w:rPr>
          <w:rFonts w:ascii="Century Gothic" w:hAnsi="Century Gothic" w:cs="Arial"/>
          <w:b/>
          <w:sz w:val="24"/>
          <w:lang w:val="en-GB"/>
        </w:rPr>
        <w:t>“BIO- SKILLS IN MOTION SAVE THE WORLD”</w:t>
      </w:r>
    </w:p>
    <w:p w:rsidR="0053619F" w:rsidRPr="001F2F0F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  <w:r w:rsidRPr="001F2F0F">
        <w:rPr>
          <w:rFonts w:ascii="Century Gothic" w:hAnsi="Century Gothic" w:cs="Arial"/>
          <w:b/>
          <w:sz w:val="24"/>
        </w:rPr>
        <w:t>EARTH</w:t>
      </w:r>
    </w:p>
    <w:p w:rsidR="0053619F" w:rsidRPr="00457D72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  <w:r w:rsidRPr="00457D72">
        <w:rPr>
          <w:rFonts w:ascii="Century Gothic" w:hAnsi="Century Gothic" w:cs="Arial"/>
          <w:b/>
          <w:sz w:val="24"/>
        </w:rPr>
        <w:t>PROGRAMMA PER L’APPRENDIMENTO PERMANENTE</w:t>
      </w:r>
    </w:p>
    <w:p w:rsidR="0053619F" w:rsidRPr="00457D72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  <w:r w:rsidRPr="00457D72">
        <w:rPr>
          <w:rFonts w:ascii="Century Gothic" w:hAnsi="Century Gothic" w:cs="Arial"/>
          <w:b/>
          <w:sz w:val="24"/>
        </w:rPr>
        <w:t>PROGRAMMA SETTORIALE LEONARDO DA VINCI</w:t>
      </w:r>
    </w:p>
    <w:p w:rsidR="0053619F" w:rsidRPr="00457D72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  <w:r w:rsidRPr="00457D72">
        <w:rPr>
          <w:rFonts w:ascii="Century Gothic" w:hAnsi="Century Gothic" w:cs="Arial"/>
          <w:b/>
          <w:sz w:val="24"/>
        </w:rPr>
        <w:t>Progetto n° 2012-1-IT-1-LEO02-02485</w:t>
      </w:r>
    </w:p>
    <w:p w:rsidR="0053619F" w:rsidRPr="00457D72" w:rsidRDefault="0053619F" w:rsidP="00457D7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sz w:val="24"/>
        </w:rPr>
      </w:pPr>
    </w:p>
    <w:p w:rsidR="0053619F" w:rsidRPr="00457D72" w:rsidRDefault="0053619F" w:rsidP="00875F68">
      <w:pPr>
        <w:jc w:val="both"/>
        <w:rPr>
          <w:rFonts w:ascii="Century Gothic" w:hAnsi="Century Gothic" w:cs="Arial"/>
          <w:b/>
          <w:bCs/>
        </w:rPr>
      </w:pPr>
      <w:r w:rsidRPr="00457D72">
        <w:rPr>
          <w:rFonts w:ascii="Century Gothic" w:hAnsi="Century Gothic" w:cs="Arial"/>
          <w:sz w:val="12"/>
          <w:szCs w:val="12"/>
        </w:rPr>
        <w:tab/>
      </w:r>
      <w:r w:rsidRPr="00457D72">
        <w:rPr>
          <w:rFonts w:ascii="Century Gothic" w:hAnsi="Century Gothic" w:cs="Arial"/>
          <w:sz w:val="12"/>
          <w:szCs w:val="12"/>
        </w:rPr>
        <w:tab/>
      </w:r>
      <w:r w:rsidRPr="00457D72">
        <w:rPr>
          <w:rFonts w:ascii="Century Gothic" w:hAnsi="Century Gothic" w:cs="Arial"/>
          <w:sz w:val="12"/>
          <w:szCs w:val="12"/>
        </w:rPr>
        <w:tab/>
      </w:r>
      <w:r w:rsidRPr="00457D72">
        <w:rPr>
          <w:rFonts w:ascii="Century Gothic" w:hAnsi="Century Gothic" w:cs="Arial"/>
          <w:sz w:val="12"/>
          <w:szCs w:val="12"/>
        </w:rPr>
        <w:tab/>
      </w:r>
      <w:r w:rsidRPr="00457D72">
        <w:rPr>
          <w:rFonts w:ascii="Century Gothic" w:hAnsi="Century Gothic" w:cs="Arial"/>
          <w:sz w:val="12"/>
          <w:szCs w:val="12"/>
        </w:rPr>
        <w:tab/>
      </w:r>
      <w:r w:rsidRPr="00457D72">
        <w:rPr>
          <w:rFonts w:ascii="Century Gothic" w:hAnsi="Century Gothic" w:cs="Arial"/>
          <w:sz w:val="12"/>
          <w:szCs w:val="12"/>
        </w:rPr>
        <w:tab/>
      </w:r>
    </w:p>
    <w:p w:rsidR="0053619F" w:rsidRPr="008D7506" w:rsidRDefault="0053619F" w:rsidP="00882BF4">
      <w:pPr>
        <w:spacing w:after="0" w:line="240" w:lineRule="auto"/>
        <w:ind w:left="6056"/>
        <w:rPr>
          <w:rFonts w:ascii="Century Gothic" w:hAnsi="Century Gothic" w:cs="Arial"/>
        </w:rPr>
      </w:pPr>
      <w:r w:rsidRPr="008D7506">
        <w:rPr>
          <w:rFonts w:ascii="Century Gothic" w:hAnsi="Century Gothic" w:cs="Arial"/>
        </w:rPr>
        <w:t>Ufficio Placement</w:t>
      </w:r>
    </w:p>
    <w:p w:rsidR="0053619F" w:rsidRPr="00882BF4" w:rsidRDefault="0053619F" w:rsidP="00882BF4">
      <w:pPr>
        <w:spacing w:after="0" w:line="240" w:lineRule="auto"/>
        <w:ind w:left="6056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Università degli Studi di</w:t>
      </w:r>
      <w:r w:rsidRPr="00882BF4">
        <w:rPr>
          <w:rFonts w:ascii="Century Gothic" w:hAnsi="Century Gothic" w:cs="Arial"/>
        </w:rPr>
        <w:t xml:space="preserve"> Camerino</w:t>
      </w:r>
    </w:p>
    <w:p w:rsidR="0053619F" w:rsidRPr="00882BF4" w:rsidRDefault="0053619F" w:rsidP="004F1C4F">
      <w:pPr>
        <w:spacing w:after="0" w:line="240" w:lineRule="auto"/>
        <w:ind w:left="6056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Via Pieragostini, 18</w:t>
      </w:r>
    </w:p>
    <w:p w:rsidR="0053619F" w:rsidRPr="00882BF4" w:rsidRDefault="0053619F" w:rsidP="00882BF4">
      <w:pPr>
        <w:spacing w:after="0" w:line="240" w:lineRule="auto"/>
        <w:ind w:left="6056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62032</w:t>
      </w:r>
      <w:r>
        <w:rPr>
          <w:rFonts w:ascii="Century Gothic" w:hAnsi="Century Gothic" w:cs="Arial"/>
        </w:rPr>
        <w:t xml:space="preserve"> – Camerino</w:t>
      </w:r>
      <w:r w:rsidRPr="00882BF4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(</w:t>
      </w:r>
      <w:r w:rsidRPr="00882BF4">
        <w:rPr>
          <w:rFonts w:ascii="Century Gothic" w:hAnsi="Century Gothic" w:cs="Arial"/>
        </w:rPr>
        <w:t>MC</w:t>
      </w:r>
      <w:r>
        <w:rPr>
          <w:rFonts w:ascii="Century Gothic" w:hAnsi="Century Gothic" w:cs="Arial"/>
        </w:rPr>
        <w:t>)</w:t>
      </w:r>
    </w:p>
    <w:p w:rsidR="0053619F" w:rsidRPr="00882BF4" w:rsidRDefault="0053619F" w:rsidP="00875F68">
      <w:pPr>
        <w:spacing w:line="360" w:lineRule="atLeast"/>
        <w:ind w:left="6054"/>
        <w:rPr>
          <w:rFonts w:ascii="Century Gothic" w:hAnsi="Century Gothic" w:cs="Arial"/>
        </w:rPr>
      </w:pPr>
    </w:p>
    <w:p w:rsidR="0053619F" w:rsidRPr="00882BF4" w:rsidRDefault="0053619F" w:rsidP="006B75B6">
      <w:pPr>
        <w:pStyle w:val="Default"/>
        <w:spacing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  <w:i/>
          <w:sz w:val="18"/>
          <w:szCs w:val="18"/>
        </w:rPr>
        <w:t>(si prega di scrivere a macchina o in stampatello)</w:t>
      </w:r>
      <w:r w:rsidRPr="00882BF4">
        <w:rPr>
          <w:rFonts w:ascii="Century Gothic" w:hAnsi="Century Gothic" w:cs="Arial"/>
        </w:rPr>
        <w:t xml:space="preserve"> 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  <w:sz w:val="18"/>
          <w:szCs w:val="18"/>
          <w:vertAlign w:val="superscript"/>
        </w:rPr>
      </w:pPr>
      <w:r>
        <w:rPr>
          <w:rFonts w:ascii="Century Gothic" w:hAnsi="Century Gothic" w:cs="Arial"/>
        </w:rPr>
        <w:t>Il/la  sottoscrito/a</w:t>
      </w:r>
      <w:r w:rsidRPr="00882BF4">
        <w:rPr>
          <w:rFonts w:ascii="Century Gothic" w:hAnsi="Century Gothic" w:cs="Arial"/>
        </w:rPr>
        <w:t xml:space="preserve"> _______________________________________</w:t>
      </w:r>
      <w:r>
        <w:rPr>
          <w:rFonts w:ascii="Century Gothic" w:hAnsi="Century Gothic" w:cs="Arial"/>
        </w:rPr>
        <w:t>_______________________________</w:t>
      </w:r>
      <w:r w:rsidRPr="00882BF4">
        <w:rPr>
          <w:rFonts w:ascii="Century Gothic" w:hAnsi="Century Gothic" w:cs="Arial"/>
        </w:rPr>
        <w:br/>
      </w:r>
      <w:r w:rsidRPr="00882BF4">
        <w:rPr>
          <w:rFonts w:ascii="Century Gothic" w:hAnsi="Century Gothic" w:cs="Arial"/>
          <w:sz w:val="18"/>
          <w:szCs w:val="18"/>
          <w:vertAlign w:val="superscript"/>
        </w:rPr>
        <w:t xml:space="preserve">                                                                               COGNOME                                                                                          NOME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di cittadinanza_</w:t>
      </w:r>
      <w:r>
        <w:rPr>
          <w:rFonts w:ascii="Century Gothic" w:hAnsi="Century Gothic" w:cs="Arial"/>
        </w:rPr>
        <w:t>__________________________ nato/a</w:t>
      </w:r>
      <w:r w:rsidRPr="00882BF4">
        <w:rPr>
          <w:rFonts w:ascii="Century Gothic" w:hAnsi="Century Gothic" w:cs="Arial"/>
        </w:rPr>
        <w:t xml:space="preserve"> il __________</w:t>
      </w:r>
      <w:r>
        <w:rPr>
          <w:rFonts w:ascii="Century Gothic" w:hAnsi="Century Gothic" w:cs="Arial"/>
        </w:rPr>
        <w:t>_ a _______________________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residente in via _____</w:t>
      </w:r>
      <w:r>
        <w:rPr>
          <w:rFonts w:ascii="Century Gothic" w:hAnsi="Century Gothic" w:cs="Arial"/>
        </w:rPr>
        <w:t>_____________________________</w:t>
      </w:r>
      <w:r w:rsidRPr="00882BF4">
        <w:rPr>
          <w:rFonts w:ascii="Century Gothic" w:hAnsi="Century Gothic" w:cs="Arial"/>
        </w:rPr>
        <w:t xml:space="preserve"> n. _____ città _________________________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CAP _____________ tel. _______________________ tel. Cellulare</w:t>
      </w:r>
      <w:r>
        <w:rPr>
          <w:rFonts w:ascii="Century Gothic" w:hAnsi="Century Gothic" w:cs="Arial"/>
        </w:rPr>
        <w:t xml:space="preserve"> _____________________________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codice fiscale____________________________________________</w:t>
      </w:r>
      <w:r>
        <w:rPr>
          <w:rFonts w:ascii="Century Gothic" w:hAnsi="Century Gothic" w:cs="Arial"/>
        </w:rPr>
        <w:t>_____________________________</w:t>
      </w: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e-mail__________________________________________________</w:t>
      </w:r>
      <w:r>
        <w:rPr>
          <w:rFonts w:ascii="Century Gothic" w:hAnsi="Century Gothic" w:cs="Arial"/>
        </w:rPr>
        <w:t>_______________________________</w:t>
      </w:r>
    </w:p>
    <w:p w:rsidR="0053619F" w:rsidRPr="00882BF4" w:rsidRDefault="0053619F" w:rsidP="006B75B6">
      <w:pPr>
        <w:spacing w:after="0"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indirizzo diverso da quello di residenza (</w:t>
      </w:r>
      <w:r w:rsidRPr="00882BF4">
        <w:rPr>
          <w:rFonts w:ascii="Century Gothic" w:hAnsi="Century Gothic" w:cs="Arial"/>
          <w:i/>
          <w:sz w:val="18"/>
          <w:szCs w:val="18"/>
        </w:rPr>
        <w:t>per eventuali comunicazioni</w:t>
      </w:r>
      <w:r w:rsidRPr="00882BF4">
        <w:rPr>
          <w:rFonts w:ascii="Century Gothic" w:hAnsi="Century Gothic" w:cs="Arial"/>
        </w:rPr>
        <w:t>) via_____________________________n._____città_______________</w:t>
      </w:r>
      <w:r>
        <w:rPr>
          <w:rFonts w:ascii="Century Gothic" w:hAnsi="Century Gothic" w:cs="Arial"/>
        </w:rPr>
        <w:t>_____tel______________________</w:t>
      </w:r>
    </w:p>
    <w:p w:rsidR="0053619F" w:rsidRPr="00882BF4" w:rsidRDefault="0053619F" w:rsidP="006B75B6">
      <w:pPr>
        <w:spacing w:after="0" w:line="360" w:lineRule="auto"/>
        <w:rPr>
          <w:rFonts w:ascii="Century Gothic" w:hAnsi="Century Gothic" w:cs="Arial"/>
        </w:rPr>
      </w:pPr>
    </w:p>
    <w:p w:rsidR="0053619F" w:rsidRPr="00882BF4" w:rsidRDefault="0053619F" w:rsidP="006B75B6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Laureato </w:t>
      </w:r>
      <w:r w:rsidRPr="00882BF4">
        <w:rPr>
          <w:rFonts w:ascii="Century Gothic" w:hAnsi="Century Gothic" w:cs="Arial"/>
        </w:rPr>
        <w:t>in ________________________________________il _________________con voto____________</w:t>
      </w:r>
    </w:p>
    <w:p w:rsidR="0053619F" w:rsidRPr="00882BF4" w:rsidRDefault="0053619F" w:rsidP="006B75B6">
      <w:pPr>
        <w:spacing w:after="0"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presso l’Università di________________________</w:t>
      </w:r>
      <w:r>
        <w:rPr>
          <w:rFonts w:ascii="Century Gothic" w:hAnsi="Century Gothic" w:cs="Arial"/>
        </w:rPr>
        <w:t>____________________________________________</w:t>
      </w:r>
    </w:p>
    <w:p w:rsidR="0053619F" w:rsidRDefault="0053619F" w:rsidP="006B75B6">
      <w:pPr>
        <w:spacing w:after="0"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Facoltà di_________________________________________________________________________</w:t>
      </w:r>
      <w:r>
        <w:rPr>
          <w:rFonts w:ascii="Century Gothic" w:hAnsi="Century Gothic" w:cs="Arial"/>
        </w:rPr>
        <w:t>____</w:t>
      </w:r>
    </w:p>
    <w:p w:rsidR="0053619F" w:rsidRPr="00882BF4" w:rsidRDefault="0053619F" w:rsidP="006B75B6">
      <w:pPr>
        <w:spacing w:after="0"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(</w:t>
      </w:r>
      <w:r w:rsidRPr="00882BF4">
        <w:rPr>
          <w:rFonts w:ascii="Century Gothic" w:hAnsi="Century Gothic" w:cs="Arial"/>
          <w:i/>
          <w:iCs/>
          <w:sz w:val="18"/>
          <w:szCs w:val="18"/>
        </w:rPr>
        <w:t xml:space="preserve"> barrare la scelta</w:t>
      </w:r>
      <w:r w:rsidRPr="00882BF4">
        <w:rPr>
          <w:rFonts w:ascii="Century Gothic" w:hAnsi="Century Gothic" w:cs="Arial"/>
        </w:rPr>
        <w:t>)</w:t>
      </w:r>
    </w:p>
    <w:p w:rsidR="0053619F" w:rsidRPr="00882BF4" w:rsidRDefault="0053619F" w:rsidP="006B75B6">
      <w:pPr>
        <w:spacing w:after="0" w:line="360" w:lineRule="auto"/>
        <w:ind w:left="708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□ Corso di Laurea di I° livello</w:t>
      </w:r>
    </w:p>
    <w:p w:rsidR="0053619F" w:rsidRPr="00882BF4" w:rsidRDefault="0053619F" w:rsidP="006B75B6">
      <w:pPr>
        <w:spacing w:after="0" w:line="360" w:lineRule="auto"/>
        <w:ind w:left="708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□ Magistrale</w:t>
      </w:r>
    </w:p>
    <w:p w:rsidR="0053619F" w:rsidRDefault="0053619F" w:rsidP="006B75B6">
      <w:pPr>
        <w:spacing w:after="0" w:line="360" w:lineRule="auto"/>
        <w:ind w:left="708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□ Specialistica</w:t>
      </w:r>
    </w:p>
    <w:p w:rsidR="0053619F" w:rsidRPr="00882BF4" w:rsidRDefault="0053619F" w:rsidP="006B75B6">
      <w:pPr>
        <w:spacing w:after="0" w:line="360" w:lineRule="auto"/>
        <w:ind w:left="708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□</w:t>
      </w:r>
      <w:r>
        <w:rPr>
          <w:rFonts w:ascii="Century Gothic" w:hAnsi="Century Gothic" w:cs="Arial"/>
        </w:rPr>
        <w:t xml:space="preserve"> V.O.</w:t>
      </w:r>
    </w:p>
    <w:p w:rsidR="0053619F" w:rsidRPr="00882BF4" w:rsidRDefault="0053619F" w:rsidP="006B75B6">
      <w:pPr>
        <w:pStyle w:val="BodyText3"/>
        <w:spacing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Altri titoli accademici (master/specializzazione, dottorato):____</w:t>
      </w:r>
      <w:r>
        <w:rPr>
          <w:rFonts w:ascii="Century Gothic" w:hAnsi="Century Gothic" w:cs="Arial"/>
        </w:rPr>
        <w:t>___________________________</w:t>
      </w:r>
    </w:p>
    <w:p w:rsidR="0053619F" w:rsidRPr="00882BF4" w:rsidRDefault="0053619F" w:rsidP="006B75B6">
      <w:pPr>
        <w:pStyle w:val="BodyText3"/>
        <w:spacing w:line="360" w:lineRule="auto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__________________________________________________________________________________</w:t>
      </w:r>
      <w:r>
        <w:rPr>
          <w:rFonts w:ascii="Century Gothic" w:hAnsi="Century Gothic" w:cs="Arial"/>
        </w:rPr>
        <w:t>_____</w:t>
      </w:r>
    </w:p>
    <w:p w:rsidR="0053619F" w:rsidRPr="00882BF4" w:rsidRDefault="0053619F" w:rsidP="006B75B6">
      <w:pPr>
        <w:pStyle w:val="BodyText3"/>
        <w:spacing w:line="360" w:lineRule="auto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conseguiti presso__________________________</w:t>
      </w:r>
      <w:r>
        <w:rPr>
          <w:rFonts w:ascii="Century Gothic" w:hAnsi="Century Gothic" w:cs="Arial"/>
        </w:rPr>
        <w:t>_____________________</w:t>
      </w:r>
      <w:r w:rsidRPr="00882BF4">
        <w:rPr>
          <w:rFonts w:ascii="Century Gothic" w:hAnsi="Century Gothic" w:cs="Arial"/>
        </w:rPr>
        <w:t>in data_________________</w:t>
      </w:r>
    </w:p>
    <w:p w:rsidR="0053619F" w:rsidRPr="00882BF4" w:rsidRDefault="0053619F" w:rsidP="00875F68">
      <w:pPr>
        <w:pStyle w:val="BodyText3"/>
        <w:rPr>
          <w:rFonts w:ascii="Century Gothic" w:hAnsi="Century Gothic" w:cs="Arial"/>
        </w:rPr>
      </w:pPr>
    </w:p>
    <w:p w:rsidR="0053619F" w:rsidRPr="00882BF4" w:rsidRDefault="0053619F" w:rsidP="00875F68">
      <w:pPr>
        <w:pStyle w:val="BodyText3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 xml:space="preserve">Conoscenze linguistiche:   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livello:</w:t>
      </w:r>
    </w:p>
    <w:p w:rsidR="0053619F" w:rsidRPr="00882BF4" w:rsidRDefault="0053619F" w:rsidP="00875F68">
      <w:pPr>
        <w:pStyle w:val="BodyText3"/>
        <w:ind w:left="708" w:firstLine="708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□  inglese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sufficiente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buono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ottimo</w:t>
      </w:r>
    </w:p>
    <w:p w:rsidR="0053619F" w:rsidRPr="00882BF4" w:rsidRDefault="0053619F" w:rsidP="00875F68">
      <w:pPr>
        <w:pStyle w:val="BodyText3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francese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sufficiente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buono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ottimo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spagnolo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sufficiente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buono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ottimo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tedesco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sufficiente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buono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ottimo</w:t>
      </w:r>
    </w:p>
    <w:p w:rsidR="0053619F" w:rsidRPr="00882BF4" w:rsidRDefault="0053619F" w:rsidP="00875F68">
      <w:pPr>
        <w:pStyle w:val="BodyText3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</w:t>
      </w:r>
      <w:r>
        <w:rPr>
          <w:rFonts w:ascii="Century Gothic" w:hAnsi="Century Gothic" w:cs="Arial"/>
        </w:rPr>
        <w:t xml:space="preserve">  altro:______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sufficiente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buono</w:t>
      </w:r>
      <w:r w:rsidRPr="00882BF4">
        <w:rPr>
          <w:rFonts w:ascii="Century Gothic" w:hAnsi="Century Gothic" w:cs="Arial"/>
        </w:rPr>
        <w:tab/>
      </w:r>
      <w:r w:rsidRPr="00882BF4">
        <w:rPr>
          <w:rFonts w:ascii="Century Gothic" w:hAnsi="Century Gothic" w:cs="Arial"/>
        </w:rPr>
        <w:tab/>
        <w:t>□  ottimo</w:t>
      </w:r>
    </w:p>
    <w:p w:rsidR="0053619F" w:rsidRPr="00F5776B" w:rsidRDefault="0053619F" w:rsidP="00F5776B">
      <w:pPr>
        <w:pStyle w:val="BodyText3"/>
        <w:rPr>
          <w:rFonts w:ascii="Century Gothic" w:hAnsi="Century Gothic" w:cs="Arial"/>
        </w:rPr>
      </w:pPr>
      <w:r w:rsidRPr="00882BF4">
        <w:tab/>
      </w:r>
      <w:r w:rsidRPr="00882BF4">
        <w:tab/>
      </w:r>
    </w:p>
    <w:p w:rsidR="0053619F" w:rsidRPr="006B75B6" w:rsidRDefault="0053619F" w:rsidP="006B75B6">
      <w:pPr>
        <w:pStyle w:val="Heading1"/>
        <w:rPr>
          <w:rFonts w:ascii="Century Gothic" w:hAnsi="Century Gothic"/>
          <w:sz w:val="22"/>
        </w:rPr>
      </w:pPr>
      <w:r w:rsidRPr="006B75B6">
        <w:rPr>
          <w:rFonts w:ascii="Century Gothic" w:hAnsi="Century Gothic"/>
          <w:sz w:val="22"/>
        </w:rPr>
        <w:t>C H I E D E</w:t>
      </w:r>
    </w:p>
    <w:p w:rsidR="0053619F" w:rsidRPr="006B75B6" w:rsidRDefault="0053619F" w:rsidP="006B75B6">
      <w:pPr>
        <w:rPr>
          <w:rFonts w:ascii="Century Gothic" w:hAnsi="Century Gothic"/>
          <w:sz w:val="20"/>
          <w:szCs w:val="20"/>
        </w:rPr>
      </w:pPr>
    </w:p>
    <w:p w:rsidR="0053619F" w:rsidRDefault="0053619F" w:rsidP="00875F68">
      <w:pPr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</w:rPr>
        <w:t>d</w:t>
      </w:r>
      <w:r w:rsidRPr="006B75B6">
        <w:rPr>
          <w:rFonts w:ascii="Century Gothic" w:hAnsi="Century Gothic" w:cs="Arial"/>
        </w:rPr>
        <w:t>i candidarsi per una borsa di mobilità finanziata dal progetto</w:t>
      </w:r>
      <w:r>
        <w:rPr>
          <w:rFonts w:ascii="Century Gothic" w:hAnsi="Century Gothic" w:cs="Arial"/>
        </w:rPr>
        <w:t xml:space="preserve"> “Bio-skills in motion save the world” - EARTH</w:t>
      </w:r>
      <w:r w:rsidRPr="006B75B6">
        <w:rPr>
          <w:rFonts w:ascii="Century Gothic" w:hAnsi="Century Gothic" w:cs="Arial"/>
        </w:rPr>
        <w:t xml:space="preserve"> </w:t>
      </w:r>
      <w:r w:rsidRPr="009A43B5">
        <w:rPr>
          <w:rFonts w:ascii="Century Gothic" w:hAnsi="Century Gothic" w:cs="Arial"/>
        </w:rPr>
        <w:t>RIAPERTURA BANDO</w:t>
      </w:r>
      <w:r>
        <w:rPr>
          <w:rFonts w:ascii="Century Gothic" w:hAnsi="Century Gothic" w:cs="Arial"/>
        </w:rPr>
        <w:t xml:space="preserve"> </w:t>
      </w:r>
      <w:r w:rsidRPr="006B75B6">
        <w:rPr>
          <w:rFonts w:ascii="Century Gothic" w:hAnsi="Century Gothic" w:cs="Arial"/>
        </w:rPr>
        <w:t xml:space="preserve">nel quadro del Programma settoriale LEONARDO DA VINCI per la realizzazione di un tirocinio formativo di </w:t>
      </w:r>
      <w:r>
        <w:rPr>
          <w:rFonts w:ascii="Century Gothic" w:hAnsi="Century Gothic" w:cs="Arial"/>
          <w:b/>
          <w:bCs/>
        </w:rPr>
        <w:t>12 settimane</w:t>
      </w:r>
      <w:r>
        <w:rPr>
          <w:rFonts w:ascii="Century Gothic" w:hAnsi="Century Gothic" w:cs="Arial"/>
          <w:bCs/>
        </w:rPr>
        <w:t xml:space="preserve"> presso il seguente Paese (è possibile indicare </w:t>
      </w:r>
      <w:r w:rsidRPr="006B75B6">
        <w:rPr>
          <w:rFonts w:ascii="Century Gothic" w:hAnsi="Century Gothic" w:cs="Arial"/>
          <w:b/>
          <w:bCs/>
        </w:rPr>
        <w:t>una sola destinazione, pena l’esclusione</w:t>
      </w:r>
      <w:r>
        <w:rPr>
          <w:rFonts w:ascii="Century Gothic" w:hAnsi="Century Gothic" w:cs="Arial"/>
          <w:bCs/>
        </w:rPr>
        <w:t>):</w:t>
      </w:r>
    </w:p>
    <w:p w:rsidR="0053619F" w:rsidRDefault="0053619F" w:rsidP="001F2F0F">
      <w:pPr>
        <w:spacing w:after="0" w:line="240" w:lineRule="auto"/>
        <w:ind w:left="360"/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sym w:font="Wingdings 2" w:char="F02A"/>
      </w:r>
      <w:r>
        <w:rPr>
          <w:rFonts w:ascii="Century Gothic" w:hAnsi="Century Gothic" w:cs="Arial"/>
          <w:bCs/>
        </w:rPr>
        <w:t xml:space="preserve">   Bulgaria</w:t>
      </w:r>
    </w:p>
    <w:p w:rsidR="0053619F" w:rsidRDefault="0053619F" w:rsidP="00C83B7E">
      <w:pPr>
        <w:numPr>
          <w:ilvl w:val="0"/>
          <w:numId w:val="6"/>
        </w:numPr>
        <w:spacing w:after="0" w:line="240" w:lineRule="auto"/>
        <w:jc w:val="both"/>
        <w:rPr>
          <w:rFonts w:ascii="Century Gothic" w:hAnsi="Century Gothic" w:cs="Arial"/>
          <w:bCs/>
        </w:rPr>
      </w:pPr>
      <w:r w:rsidRPr="001F2F0F">
        <w:rPr>
          <w:rFonts w:ascii="Century Gothic" w:hAnsi="Century Gothic" w:cs="Arial"/>
          <w:bCs/>
        </w:rPr>
        <w:t>Spagna</w:t>
      </w:r>
    </w:p>
    <w:p w:rsidR="0053619F" w:rsidRDefault="0053619F" w:rsidP="00C83B7E">
      <w:pPr>
        <w:numPr>
          <w:ilvl w:val="0"/>
          <w:numId w:val="6"/>
        </w:numPr>
        <w:spacing w:after="0" w:line="240" w:lineRule="auto"/>
        <w:jc w:val="both"/>
        <w:rPr>
          <w:rFonts w:ascii="Century Gothic" w:hAnsi="Century Gothic" w:cs="Arial"/>
          <w:bCs/>
        </w:rPr>
      </w:pPr>
      <w:r w:rsidRPr="001F2F0F">
        <w:rPr>
          <w:rFonts w:ascii="Century Gothic" w:hAnsi="Century Gothic" w:cs="Arial"/>
          <w:bCs/>
        </w:rPr>
        <w:t>Grecia</w:t>
      </w:r>
    </w:p>
    <w:p w:rsidR="0053619F" w:rsidRDefault="0053619F" w:rsidP="00875F68">
      <w:pPr>
        <w:jc w:val="both"/>
        <w:rPr>
          <w:rFonts w:ascii="Century Gothic" w:hAnsi="Century Gothic" w:cs="Arial"/>
        </w:rPr>
      </w:pPr>
    </w:p>
    <w:p w:rsidR="0053619F" w:rsidRPr="00882BF4" w:rsidRDefault="0053619F" w:rsidP="00875F68">
      <w:pPr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 xml:space="preserve">A tal fine </w:t>
      </w:r>
      <w:r w:rsidRPr="00882BF4">
        <w:rPr>
          <w:rFonts w:ascii="Century Gothic" w:hAnsi="Century Gothic" w:cs="Arial"/>
          <w:u w:val="single"/>
        </w:rPr>
        <w:t>allega alla presente domanda</w:t>
      </w:r>
      <w:r w:rsidRPr="00882BF4">
        <w:rPr>
          <w:rFonts w:ascii="Century Gothic" w:hAnsi="Century Gothic" w:cs="Arial"/>
        </w:rPr>
        <w:t xml:space="preserve"> la seguente documentazione:</w:t>
      </w:r>
    </w:p>
    <w:p w:rsidR="0053619F" w:rsidRPr="00882BF4" w:rsidRDefault="0053619F" w:rsidP="00C83B7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Arial"/>
        </w:rPr>
      </w:pPr>
      <w:r w:rsidRPr="00155256">
        <w:rPr>
          <w:rFonts w:ascii="Century Gothic" w:hAnsi="Century Gothic" w:cs="Arial"/>
          <w:b/>
        </w:rPr>
        <w:t>curriculum vitae</w:t>
      </w:r>
      <w:r w:rsidRPr="00882BF4">
        <w:rPr>
          <w:rFonts w:ascii="Century Gothic" w:hAnsi="Century Gothic" w:cs="Arial"/>
        </w:rPr>
        <w:t xml:space="preserve"> dattiloscritto, modello Europass Curricu</w:t>
      </w:r>
      <w:r>
        <w:rPr>
          <w:rFonts w:ascii="Century Gothic" w:hAnsi="Century Gothic" w:cs="Arial"/>
        </w:rPr>
        <w:t xml:space="preserve">lum Vitae </w:t>
      </w:r>
      <w:r w:rsidRPr="00155256">
        <w:rPr>
          <w:rFonts w:ascii="Century Gothic" w:hAnsi="Century Gothic" w:cs="Arial"/>
          <w:u w:val="single"/>
        </w:rPr>
        <w:t xml:space="preserve">redatto in italiano e </w:t>
      </w:r>
      <w:r>
        <w:rPr>
          <w:rFonts w:ascii="Century Gothic" w:hAnsi="Century Gothic" w:cs="Arial"/>
          <w:u w:val="single"/>
        </w:rPr>
        <w:t>in inglese</w:t>
      </w:r>
      <w:r w:rsidRPr="00882BF4">
        <w:rPr>
          <w:rFonts w:ascii="Century Gothic" w:hAnsi="Century Gothic" w:cs="Arial"/>
        </w:rPr>
        <w:t xml:space="preserve">; </w:t>
      </w:r>
    </w:p>
    <w:p w:rsidR="0053619F" w:rsidRPr="00175346" w:rsidRDefault="0053619F" w:rsidP="00C83B7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Arial"/>
          <w:szCs w:val="20"/>
        </w:rPr>
      </w:pPr>
      <w:r w:rsidRPr="00155256">
        <w:rPr>
          <w:rFonts w:ascii="Century Gothic" w:hAnsi="Century Gothic" w:cs="Arial"/>
          <w:b/>
        </w:rPr>
        <w:t>proposta di programma di stage</w:t>
      </w:r>
      <w:r w:rsidRPr="00175346">
        <w:rPr>
          <w:rFonts w:ascii="Century Gothic" w:hAnsi="Century Gothic" w:cs="Arial"/>
        </w:rPr>
        <w:t xml:space="preserve"> dattiloscritta </w:t>
      </w:r>
      <w:r w:rsidRPr="00175346">
        <w:rPr>
          <w:rFonts w:ascii="Century Gothic" w:hAnsi="Century Gothic" w:cs="Arial"/>
          <w:szCs w:val="20"/>
        </w:rPr>
        <w:t>(</w:t>
      </w:r>
      <w:r w:rsidRPr="00175346">
        <w:rPr>
          <w:rFonts w:ascii="Century Gothic" w:hAnsi="Century Gothic" w:cs="Arial"/>
          <w:i/>
          <w:sz w:val="18"/>
          <w:szCs w:val="18"/>
        </w:rPr>
        <w:t>max 1 pagina</w:t>
      </w:r>
      <w:r w:rsidRPr="00175346">
        <w:rPr>
          <w:rFonts w:ascii="Century Gothic" w:hAnsi="Century Gothic" w:cs="Arial"/>
          <w:szCs w:val="20"/>
        </w:rPr>
        <w:t xml:space="preserve">) redatta in italiano e </w:t>
      </w:r>
      <w:r>
        <w:rPr>
          <w:rFonts w:ascii="Century Gothic" w:hAnsi="Century Gothic" w:cs="Arial"/>
        </w:rPr>
        <w:t>in inglese</w:t>
      </w:r>
      <w:r w:rsidRPr="00175346">
        <w:rPr>
          <w:rFonts w:ascii="Century Gothic" w:hAnsi="Century Gothic" w:cs="Arial"/>
          <w:szCs w:val="20"/>
        </w:rPr>
        <w:t>, in cui viene descritto il contenuto dello stage che il borsista vorrebbe effettuare, motivazioni e aspettative personali, es</w:t>
      </w:r>
      <w:r>
        <w:rPr>
          <w:rFonts w:ascii="Century Gothic" w:hAnsi="Century Gothic" w:cs="Arial"/>
          <w:szCs w:val="20"/>
        </w:rPr>
        <w:t>ami sostenuti ed esperienze professionalizzanti particolarmente qualificanti per lo stage</w:t>
      </w:r>
      <w:r w:rsidRPr="00175346">
        <w:rPr>
          <w:rFonts w:ascii="Century Gothic" w:hAnsi="Century Gothic" w:cs="Arial"/>
          <w:szCs w:val="20"/>
        </w:rPr>
        <w:t xml:space="preserve">; </w:t>
      </w:r>
    </w:p>
    <w:p w:rsidR="0053619F" w:rsidRPr="00664EA5" w:rsidRDefault="0053619F" w:rsidP="00875F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entury Gothic" w:hAnsi="Century Gothic" w:cs="Arial"/>
          <w:i/>
          <w:color w:val="000000"/>
          <w:sz w:val="18"/>
          <w:szCs w:val="18"/>
        </w:rPr>
      </w:pPr>
      <w:r w:rsidRPr="00664EA5">
        <w:rPr>
          <w:rFonts w:ascii="Century Gothic" w:hAnsi="Century Gothic" w:cs="Arial"/>
          <w:b/>
          <w:color w:val="000000"/>
          <w:szCs w:val="25"/>
        </w:rPr>
        <w:t>autocertificazione di laurea</w:t>
      </w:r>
      <w:r w:rsidRPr="00664EA5">
        <w:rPr>
          <w:rFonts w:ascii="Century Gothic" w:hAnsi="Century Gothic" w:cs="Arial"/>
          <w:color w:val="000000"/>
          <w:szCs w:val="25"/>
        </w:rPr>
        <w:t xml:space="preserve"> in carta semplice con l’elenco degli esami superati e le relative date</w:t>
      </w:r>
      <w:r w:rsidRPr="00664EA5">
        <w:rPr>
          <w:rFonts w:ascii="Century Gothic" w:hAnsi="Century Gothic" w:cs="Arial"/>
          <w:color w:val="000000"/>
        </w:rPr>
        <w:t>;</w:t>
      </w:r>
    </w:p>
    <w:p w:rsidR="0053619F" w:rsidRPr="00175346" w:rsidRDefault="0053619F" w:rsidP="00875F68">
      <w:pPr>
        <w:numPr>
          <w:ilvl w:val="0"/>
          <w:numId w:val="1"/>
        </w:numPr>
        <w:spacing w:before="100" w:beforeAutospacing="1" w:after="100" w:afterAutospacing="1" w:line="240" w:lineRule="auto"/>
        <w:ind w:right="263"/>
        <w:jc w:val="both"/>
        <w:rPr>
          <w:rFonts w:ascii="Century Gothic" w:hAnsi="Century Gothic" w:cs="Arial"/>
          <w:color w:val="000000"/>
          <w:szCs w:val="25"/>
        </w:rPr>
      </w:pPr>
      <w:r>
        <w:rPr>
          <w:rFonts w:ascii="Century Gothic" w:hAnsi="Century Gothic" w:cs="Arial"/>
          <w:color w:val="000000"/>
          <w:szCs w:val="25"/>
        </w:rPr>
        <w:t>diploma</w:t>
      </w:r>
      <w:r w:rsidRPr="00175346">
        <w:rPr>
          <w:rFonts w:ascii="Century Gothic" w:hAnsi="Century Gothic" w:cs="Arial"/>
          <w:color w:val="000000"/>
          <w:szCs w:val="25"/>
        </w:rPr>
        <w:t>/</w:t>
      </w:r>
      <w:r>
        <w:rPr>
          <w:rFonts w:ascii="Century Gothic" w:hAnsi="Century Gothic" w:cs="Arial"/>
          <w:color w:val="000000"/>
          <w:szCs w:val="25"/>
        </w:rPr>
        <w:t>dichiarazione</w:t>
      </w:r>
      <w:r w:rsidRPr="00175346">
        <w:rPr>
          <w:rFonts w:ascii="Century Gothic" w:hAnsi="Century Gothic" w:cs="Arial"/>
          <w:color w:val="000000"/>
          <w:szCs w:val="25"/>
        </w:rPr>
        <w:t xml:space="preserve"> comprovante la </w:t>
      </w:r>
      <w:r w:rsidRPr="00155256">
        <w:rPr>
          <w:rFonts w:ascii="Century Gothic" w:hAnsi="Century Gothic" w:cs="Arial"/>
          <w:b/>
          <w:color w:val="000000"/>
          <w:szCs w:val="25"/>
        </w:rPr>
        <w:t>competenza linguistica</w:t>
      </w:r>
      <w:r w:rsidRPr="00175346">
        <w:rPr>
          <w:rFonts w:ascii="Century Gothic" w:hAnsi="Century Gothic" w:cs="Arial"/>
          <w:color w:val="000000"/>
          <w:szCs w:val="25"/>
        </w:rPr>
        <w:t>;</w:t>
      </w:r>
    </w:p>
    <w:p w:rsidR="0053619F" w:rsidRPr="00882BF4" w:rsidRDefault="0053619F" w:rsidP="00875F68">
      <w:pPr>
        <w:numPr>
          <w:ilvl w:val="0"/>
          <w:numId w:val="1"/>
        </w:numPr>
        <w:spacing w:before="100" w:beforeAutospacing="1" w:after="100" w:afterAutospacing="1" w:line="240" w:lineRule="auto"/>
        <w:ind w:right="263"/>
        <w:jc w:val="both"/>
        <w:rPr>
          <w:rFonts w:ascii="Century Gothic" w:hAnsi="Century Gothic" w:cs="Arial"/>
          <w:color w:val="000000"/>
          <w:szCs w:val="25"/>
        </w:rPr>
      </w:pPr>
      <w:r w:rsidRPr="00155256">
        <w:rPr>
          <w:rFonts w:ascii="Century Gothic" w:hAnsi="Century Gothic" w:cs="Arial"/>
          <w:b/>
          <w:color w:val="000000"/>
          <w:szCs w:val="25"/>
        </w:rPr>
        <w:t>2 foto formato tessera</w:t>
      </w:r>
      <w:r w:rsidRPr="00882BF4">
        <w:rPr>
          <w:rFonts w:ascii="Century Gothic" w:hAnsi="Century Gothic" w:cs="Arial"/>
          <w:color w:val="000000"/>
          <w:szCs w:val="25"/>
        </w:rPr>
        <w:t>;</w:t>
      </w:r>
    </w:p>
    <w:p w:rsidR="0053619F" w:rsidRPr="00882BF4" w:rsidRDefault="0053619F" w:rsidP="00875F68">
      <w:pPr>
        <w:numPr>
          <w:ilvl w:val="0"/>
          <w:numId w:val="1"/>
        </w:numPr>
        <w:spacing w:before="100" w:beforeAutospacing="1" w:after="100" w:afterAutospacing="1" w:line="240" w:lineRule="auto"/>
        <w:ind w:right="263"/>
        <w:jc w:val="both"/>
        <w:rPr>
          <w:rFonts w:ascii="Century Gothic" w:hAnsi="Century Gothic" w:cs="Arial"/>
          <w:color w:val="000000"/>
          <w:szCs w:val="25"/>
        </w:rPr>
      </w:pPr>
      <w:r w:rsidRPr="00155256">
        <w:rPr>
          <w:rFonts w:ascii="Century Gothic" w:hAnsi="Century Gothic" w:cs="Arial"/>
          <w:b/>
          <w:color w:val="000000"/>
          <w:szCs w:val="25"/>
        </w:rPr>
        <w:t>fotocopia del documento di identità e del codice fiscale</w:t>
      </w:r>
      <w:r>
        <w:rPr>
          <w:rFonts w:ascii="Century Gothic" w:hAnsi="Century Gothic" w:cs="Arial"/>
          <w:color w:val="000000"/>
          <w:szCs w:val="25"/>
        </w:rPr>
        <w:t>.</w:t>
      </w:r>
    </w:p>
    <w:p w:rsidR="0053619F" w:rsidRPr="00882BF4" w:rsidRDefault="0053619F" w:rsidP="006C4380">
      <w:pPr>
        <w:pStyle w:val="ListParagraph"/>
        <w:spacing w:before="100" w:beforeAutospacing="1" w:after="100" w:afterAutospacing="1" w:line="240" w:lineRule="auto"/>
        <w:ind w:left="405"/>
        <w:jc w:val="both"/>
        <w:rPr>
          <w:rFonts w:ascii="Century Gothic" w:hAnsi="Century Gothic" w:cs="Arial"/>
          <w:b/>
        </w:rPr>
      </w:pPr>
      <w:r w:rsidRPr="00882BF4">
        <w:rPr>
          <w:rFonts w:ascii="Century Gothic" w:hAnsi="Century Gothic" w:cs="Arial"/>
          <w:b/>
        </w:rPr>
        <w:t xml:space="preserve">Tutta la documentazione dovrà essere inviata anche per posta elettronica al </w:t>
      </w:r>
      <w:r>
        <w:rPr>
          <w:rFonts w:ascii="Century Gothic" w:hAnsi="Century Gothic" w:cs="Arial"/>
          <w:b/>
        </w:rPr>
        <w:t xml:space="preserve">seguente indirizzo: </w:t>
      </w:r>
      <w:hyperlink r:id="rId8" w:history="1">
        <w:r w:rsidRPr="00D10DA9">
          <w:rPr>
            <w:rStyle w:val="Hyperlink"/>
            <w:rFonts w:ascii="Century Gothic" w:hAnsi="Century Gothic" w:cs="Arial"/>
            <w:b/>
          </w:rPr>
          <w:t>placement@unicam.it</w:t>
        </w:r>
      </w:hyperlink>
      <w:r>
        <w:rPr>
          <w:rFonts w:ascii="Century Gothic" w:hAnsi="Century Gothic" w:cs="Arial"/>
          <w:b/>
        </w:rPr>
        <w:t xml:space="preserve"> </w:t>
      </w:r>
    </w:p>
    <w:p w:rsidR="0053619F" w:rsidRPr="00882BF4" w:rsidRDefault="0053619F" w:rsidP="00875F68">
      <w:pPr>
        <w:spacing w:before="100" w:beforeAutospacing="1" w:after="100" w:afterAutospacing="1"/>
        <w:ind w:left="360"/>
        <w:jc w:val="both"/>
        <w:rPr>
          <w:rFonts w:ascii="Century Gothic" w:hAnsi="Century Gothic" w:cs="Arial"/>
          <w:b/>
        </w:rPr>
      </w:pPr>
      <w:r w:rsidRPr="00882BF4">
        <w:rPr>
          <w:rFonts w:ascii="Century Gothic" w:hAnsi="Century Gothic" w:cs="Arial"/>
          <w:b/>
        </w:rPr>
        <w:t>Ai fini della scadenza e della regolarità della domanda farà fede l’invio cartaceo.</w:t>
      </w:r>
    </w:p>
    <w:p w:rsidR="0053619F" w:rsidRPr="00882BF4" w:rsidRDefault="0053619F" w:rsidP="00875F68">
      <w:pPr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Ai fini dell'assegnazione della borsa di mobilità, il sottoscritto dichiara di:</w:t>
      </w:r>
    </w:p>
    <w:p w:rsidR="0053619F" w:rsidRPr="00E90ABF" w:rsidRDefault="0053619F" w:rsidP="00E90AB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 w:cs="Verdana"/>
          <w:color w:val="000000"/>
        </w:rPr>
      </w:pPr>
      <w:r>
        <w:rPr>
          <w:rFonts w:ascii="Century Gothic" w:hAnsi="Century Gothic" w:cs="Verdana"/>
          <w:color w:val="000000"/>
        </w:rPr>
        <w:t>e</w:t>
      </w:r>
      <w:r w:rsidRPr="00E90ABF">
        <w:rPr>
          <w:rFonts w:ascii="Century Gothic" w:hAnsi="Century Gothic" w:cs="Verdana"/>
          <w:color w:val="000000"/>
        </w:rPr>
        <w:t>ssere cittadino di uno stato membro della U.E. o aver ottenuto ufficialmente lo stato di rifugiato o apolide di uno Stato membro, o se cittadini extracomunitari, essere “residenti permanenti” in uno stato della U.E. o dello S.E.E. ai sensi dell’art. 9 della Legge n. 189 del 30/07/2002;</w:t>
      </w:r>
    </w:p>
    <w:p w:rsidR="0053619F" w:rsidRPr="00E90ABF" w:rsidRDefault="0053619F" w:rsidP="00E90AB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 w:cs="Verdana"/>
          <w:color w:val="000000"/>
        </w:rPr>
      </w:pPr>
      <w:r w:rsidRPr="00E90ABF">
        <w:rPr>
          <w:rFonts w:ascii="Century Gothic" w:hAnsi="Century Gothic" w:cs="Verdana"/>
          <w:color w:val="000000"/>
        </w:rPr>
        <w:t>non essere residenti o cittadini del Paese in cui si intende compiere lo stage;</w:t>
      </w:r>
    </w:p>
    <w:p w:rsidR="0053619F" w:rsidRPr="00E90ABF" w:rsidRDefault="0053619F" w:rsidP="00E90AB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 w:cs="Verdana"/>
          <w:color w:val="000000"/>
        </w:rPr>
      </w:pPr>
      <w:r w:rsidRPr="00E90ABF">
        <w:rPr>
          <w:rFonts w:ascii="Century Gothic" w:hAnsi="Century Gothic" w:cs="Verdana"/>
          <w:b/>
          <w:color w:val="000000"/>
        </w:rPr>
        <w:t>non aver superato il 35° anno di età</w:t>
      </w:r>
      <w:r w:rsidRPr="00E90ABF">
        <w:rPr>
          <w:rFonts w:ascii="Century Gothic" w:hAnsi="Century Gothic" w:cs="Verdana"/>
          <w:color w:val="000000"/>
        </w:rPr>
        <w:t xml:space="preserve"> alla data di scadenza del bando;</w:t>
      </w:r>
    </w:p>
    <w:p w:rsidR="0053619F" w:rsidRPr="008C6615" w:rsidRDefault="0053619F" w:rsidP="008C661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 w:cs="Verdana"/>
          <w:b/>
          <w:color w:val="000000"/>
        </w:rPr>
      </w:pPr>
      <w:r w:rsidRPr="008C6615">
        <w:rPr>
          <w:rFonts w:ascii="Century Gothic" w:hAnsi="Century Gothic" w:cs="Verdana"/>
          <w:b/>
          <w:color w:val="000000"/>
        </w:rPr>
        <w:t>aver concluso la formazione accademica (laurea di I livello o specialistica o magistrale o di vecchio ordinamento o Specializzazione o Master o Dottorato di ric</w:t>
      </w:r>
      <w:r w:rsidRPr="0072625B">
        <w:rPr>
          <w:rFonts w:ascii="Century Gothic" w:hAnsi="Century Gothic" w:cs="Verdana"/>
          <w:b/>
          <w:color w:val="000000"/>
        </w:rPr>
        <w:t>erca) da non più di 24 mesi alla data di scadenza del bando e</w:t>
      </w:r>
      <w:r w:rsidRPr="0072625B">
        <w:rPr>
          <w:rFonts w:ascii="Century Gothic" w:hAnsi="Century Gothic" w:cs="Arial"/>
          <w:b/>
          <w:color w:val="000000"/>
        </w:rPr>
        <w:t xml:space="preserve"> non aver iniziato a frequentare lauree magistrali, corsi di specializzazione, master riconosciuti o dottorati di ricerca</w:t>
      </w:r>
      <w:r w:rsidRPr="0072625B">
        <w:rPr>
          <w:rFonts w:ascii="Century Gothic" w:hAnsi="Century Gothic" w:cs="Verdana"/>
          <w:b/>
          <w:color w:val="000000"/>
        </w:rPr>
        <w:t>;</w:t>
      </w:r>
    </w:p>
    <w:p w:rsidR="0053619F" w:rsidRDefault="0053619F" w:rsidP="00E90AB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 w:cs="Verdana"/>
          <w:color w:val="000000"/>
        </w:rPr>
      </w:pPr>
      <w:r w:rsidRPr="00E90ABF">
        <w:rPr>
          <w:rFonts w:ascii="Century Gothic" w:hAnsi="Century Gothic" w:cs="Verdana"/>
          <w:b/>
          <w:color w:val="000000"/>
        </w:rPr>
        <w:t>non aver già usufruito di una borsa Leonardo da Vinci mobilità PLM</w:t>
      </w:r>
      <w:r w:rsidRPr="00E90ABF">
        <w:rPr>
          <w:rFonts w:ascii="Century Gothic" w:hAnsi="Century Gothic" w:cs="Verdana"/>
          <w:color w:val="000000"/>
        </w:rPr>
        <w:t>.</w:t>
      </w:r>
    </w:p>
    <w:p w:rsidR="0053619F" w:rsidRDefault="0053619F" w:rsidP="00875F68">
      <w:pPr>
        <w:pStyle w:val="BodyText3"/>
        <w:jc w:val="both"/>
        <w:rPr>
          <w:rFonts w:ascii="Century Gothic" w:hAnsi="Century Gothic" w:cs="Arial"/>
          <w:sz w:val="20"/>
          <w:szCs w:val="20"/>
        </w:rPr>
      </w:pPr>
    </w:p>
    <w:p w:rsidR="0053619F" w:rsidRPr="00882BF4" w:rsidRDefault="0053619F" w:rsidP="00875F68">
      <w:pPr>
        <w:pStyle w:val="BodyText3"/>
        <w:jc w:val="both"/>
        <w:rPr>
          <w:rFonts w:ascii="Century Gothic" w:hAnsi="Century Gothic" w:cs="Arial"/>
          <w:sz w:val="20"/>
          <w:szCs w:val="20"/>
        </w:rPr>
      </w:pPr>
      <w:r w:rsidRPr="00882BF4">
        <w:rPr>
          <w:rFonts w:ascii="Century Gothic" w:hAnsi="Century Gothic" w:cs="Arial"/>
          <w:sz w:val="20"/>
          <w:szCs w:val="20"/>
        </w:rPr>
        <w:t>Il/la sottoscritto/a dichiara di essere consapevole della responsabilità penale a cui, ai sensi dell’art.76 del D.P.R.445/2000, può andare incontro in caso di dichiarazioni mendaci (artt.483, 485, 486 c.p.), sotto la sua personale responsabilità.</w:t>
      </w:r>
    </w:p>
    <w:p w:rsidR="0053619F" w:rsidRPr="00882BF4" w:rsidRDefault="0053619F" w:rsidP="00875F68">
      <w:pPr>
        <w:pStyle w:val="BodyText3"/>
        <w:jc w:val="both"/>
        <w:rPr>
          <w:rFonts w:ascii="Century Gothic" w:hAnsi="Century Gothic" w:cs="Arial"/>
          <w:sz w:val="20"/>
          <w:szCs w:val="20"/>
        </w:rPr>
      </w:pPr>
      <w:r w:rsidRPr="00882BF4">
        <w:rPr>
          <w:rFonts w:ascii="Century Gothic" w:hAnsi="Century Gothic" w:cs="Arial"/>
          <w:sz w:val="20"/>
          <w:szCs w:val="20"/>
        </w:rPr>
        <w:t>Ai sensi dell’art.10 della legge 675/1996 e successive modifiche ed integrazioni al D. Lgs. 196/2003, le Università si impegnano a rispettare il carattere riservato delle informazioni fornite dal candidato. Tutti i dati forniti saranno trattati solo per le finalità connesse e strumentali alla realizzazione delle attività progettuali, nel rispetto delle disposizioni vigenti.</w:t>
      </w:r>
    </w:p>
    <w:p w:rsidR="0053619F" w:rsidRPr="00882BF4" w:rsidRDefault="0053619F" w:rsidP="00875F68">
      <w:pPr>
        <w:pStyle w:val="BodyText3"/>
        <w:jc w:val="both"/>
        <w:rPr>
          <w:rFonts w:ascii="Century Gothic" w:hAnsi="Century Gothic" w:cs="Arial"/>
          <w:sz w:val="20"/>
          <w:szCs w:val="20"/>
        </w:rPr>
      </w:pPr>
    </w:p>
    <w:p w:rsidR="0053619F" w:rsidRPr="00882BF4" w:rsidRDefault="0053619F" w:rsidP="00875F68">
      <w:pPr>
        <w:pStyle w:val="BodyText3"/>
        <w:jc w:val="both"/>
        <w:rPr>
          <w:rFonts w:ascii="Century Gothic" w:hAnsi="Century Gothic" w:cs="Arial"/>
          <w:szCs w:val="24"/>
        </w:rPr>
      </w:pPr>
    </w:p>
    <w:p w:rsidR="0053619F" w:rsidRPr="00882BF4" w:rsidRDefault="0053619F" w:rsidP="00875F68">
      <w:pPr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 xml:space="preserve">(Luogo), (data)                                                                                                       </w:t>
      </w:r>
    </w:p>
    <w:p w:rsidR="0053619F" w:rsidRPr="00882BF4" w:rsidRDefault="0053619F" w:rsidP="00875F68">
      <w:pPr>
        <w:jc w:val="both"/>
        <w:rPr>
          <w:rFonts w:ascii="Century Gothic" w:hAnsi="Century Gothic" w:cs="Arial"/>
        </w:rPr>
      </w:pPr>
    </w:p>
    <w:p w:rsidR="0053619F" w:rsidRDefault="0053619F" w:rsidP="00875F68">
      <w:pPr>
        <w:ind w:left="4248"/>
        <w:jc w:val="both"/>
        <w:rPr>
          <w:rFonts w:ascii="Century Gothic" w:hAnsi="Century Gothic" w:cs="Arial"/>
        </w:rPr>
      </w:pPr>
      <w:r w:rsidRPr="00882BF4">
        <w:rPr>
          <w:rFonts w:ascii="Century Gothic" w:hAnsi="Century Gothic" w:cs="Arial"/>
        </w:rPr>
        <w:t>(firma del candidato</w:t>
      </w:r>
      <w:r>
        <w:rPr>
          <w:rFonts w:ascii="Century Gothic" w:hAnsi="Century Gothic" w:cs="Arial"/>
        </w:rPr>
        <w:t>)</w:t>
      </w:r>
    </w:p>
    <w:p w:rsidR="0053619F" w:rsidRPr="00882BF4" w:rsidRDefault="0053619F" w:rsidP="00E90AB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                                                       ____________________________</w:t>
      </w:r>
    </w:p>
    <w:p w:rsidR="0053619F" w:rsidRPr="00882BF4" w:rsidRDefault="0053619F" w:rsidP="00875F68">
      <w:pPr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</w:rPr>
      </w:pP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  <w:r w:rsidRPr="00882BF4">
        <w:rPr>
          <w:rFonts w:ascii="Century Gothic" w:hAnsi="Century Gothic" w:cs="Arial"/>
          <w:color w:val="000000"/>
          <w:sz w:val="20"/>
          <w:szCs w:val="20"/>
        </w:rPr>
        <w:tab/>
      </w:r>
    </w:p>
    <w:p w:rsidR="0053619F" w:rsidRPr="00882BF4" w:rsidRDefault="0053619F" w:rsidP="00875F68">
      <w:pPr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</w:rPr>
      </w:pPr>
    </w:p>
    <w:p w:rsidR="0053619F" w:rsidRPr="00882BF4" w:rsidRDefault="0053619F" w:rsidP="00875F68">
      <w:pPr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</w:rPr>
      </w:pPr>
    </w:p>
    <w:p w:rsidR="0053619F" w:rsidRPr="00882BF4" w:rsidRDefault="0053619F">
      <w:pPr>
        <w:rPr>
          <w:rFonts w:ascii="Century Gothic" w:hAnsi="Century Gothic" w:cs="Arial"/>
        </w:rPr>
      </w:pPr>
    </w:p>
    <w:sectPr w:rsidR="0053619F" w:rsidRPr="00882BF4" w:rsidSect="007A631A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19F" w:rsidRDefault="0053619F" w:rsidP="007A631A">
      <w:pPr>
        <w:spacing w:after="0" w:line="240" w:lineRule="auto"/>
      </w:pPr>
      <w:r>
        <w:separator/>
      </w:r>
    </w:p>
  </w:endnote>
  <w:endnote w:type="continuationSeparator" w:id="0">
    <w:p w:rsidR="0053619F" w:rsidRDefault="0053619F" w:rsidP="007A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9F" w:rsidRDefault="0053619F" w:rsidP="009B5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19F" w:rsidRDefault="0053619F" w:rsidP="00811D0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9F" w:rsidRDefault="0053619F" w:rsidP="009B5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3619F" w:rsidRDefault="0053619F" w:rsidP="00811D0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19F" w:rsidRDefault="0053619F" w:rsidP="007A631A">
      <w:pPr>
        <w:spacing w:after="0" w:line="240" w:lineRule="auto"/>
      </w:pPr>
      <w:r>
        <w:separator/>
      </w:r>
    </w:p>
  </w:footnote>
  <w:footnote w:type="continuationSeparator" w:id="0">
    <w:p w:rsidR="0053619F" w:rsidRDefault="0053619F" w:rsidP="007A6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0F38"/>
    <w:multiLevelType w:val="hybridMultilevel"/>
    <w:tmpl w:val="3BC44560"/>
    <w:lvl w:ilvl="0" w:tplc="D9287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 w:hint="default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861C71"/>
    <w:multiLevelType w:val="hybridMultilevel"/>
    <w:tmpl w:val="B3E00726"/>
    <w:lvl w:ilvl="0" w:tplc="0BBCA71E">
      <w:start w:val="2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4371FF"/>
    <w:multiLevelType w:val="hybridMultilevel"/>
    <w:tmpl w:val="2C24A9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342705"/>
    <w:multiLevelType w:val="hybridMultilevel"/>
    <w:tmpl w:val="9BE04BD2"/>
    <w:lvl w:ilvl="0" w:tplc="56126FF6">
      <w:numFmt w:val="bullet"/>
      <w:lvlText w:val="-"/>
      <w:lvlJc w:val="left"/>
      <w:pPr>
        <w:ind w:left="76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71F6625"/>
    <w:multiLevelType w:val="hybridMultilevel"/>
    <w:tmpl w:val="ABB03360"/>
    <w:lvl w:ilvl="0" w:tplc="FA68F6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2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915974"/>
    <w:multiLevelType w:val="hybridMultilevel"/>
    <w:tmpl w:val="B0542D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F68"/>
    <w:rsid w:val="0003768E"/>
    <w:rsid w:val="00083B70"/>
    <w:rsid w:val="000930A6"/>
    <w:rsid w:val="00097DF1"/>
    <w:rsid w:val="000E030F"/>
    <w:rsid w:val="000F552E"/>
    <w:rsid w:val="00127834"/>
    <w:rsid w:val="00155256"/>
    <w:rsid w:val="00175346"/>
    <w:rsid w:val="00176287"/>
    <w:rsid w:val="001A7207"/>
    <w:rsid w:val="001B08DC"/>
    <w:rsid w:val="001D394C"/>
    <w:rsid w:val="001E3C2D"/>
    <w:rsid w:val="001E4B94"/>
    <w:rsid w:val="001F2F0F"/>
    <w:rsid w:val="002671DB"/>
    <w:rsid w:val="002761D1"/>
    <w:rsid w:val="002962FA"/>
    <w:rsid w:val="002C66E3"/>
    <w:rsid w:val="002E694F"/>
    <w:rsid w:val="002E7F13"/>
    <w:rsid w:val="00327013"/>
    <w:rsid w:val="0037020E"/>
    <w:rsid w:val="00376665"/>
    <w:rsid w:val="003923CC"/>
    <w:rsid w:val="003B792F"/>
    <w:rsid w:val="003C37CB"/>
    <w:rsid w:val="003D1361"/>
    <w:rsid w:val="003F4E0D"/>
    <w:rsid w:val="00417F9D"/>
    <w:rsid w:val="004337C4"/>
    <w:rsid w:val="00441D63"/>
    <w:rsid w:val="004578E6"/>
    <w:rsid w:val="00457D72"/>
    <w:rsid w:val="00467FE9"/>
    <w:rsid w:val="00472078"/>
    <w:rsid w:val="004750BF"/>
    <w:rsid w:val="004A0521"/>
    <w:rsid w:val="004C2B8C"/>
    <w:rsid w:val="004C409C"/>
    <w:rsid w:val="004F1C4F"/>
    <w:rsid w:val="0053619F"/>
    <w:rsid w:val="00557D97"/>
    <w:rsid w:val="00572320"/>
    <w:rsid w:val="00596764"/>
    <w:rsid w:val="005A19C8"/>
    <w:rsid w:val="005D7234"/>
    <w:rsid w:val="005E185F"/>
    <w:rsid w:val="006143BF"/>
    <w:rsid w:val="00620D46"/>
    <w:rsid w:val="00634A21"/>
    <w:rsid w:val="00664EA5"/>
    <w:rsid w:val="00694CE5"/>
    <w:rsid w:val="006B75B6"/>
    <w:rsid w:val="006C4380"/>
    <w:rsid w:val="0072625B"/>
    <w:rsid w:val="00726677"/>
    <w:rsid w:val="007614DD"/>
    <w:rsid w:val="007662F3"/>
    <w:rsid w:val="007A631A"/>
    <w:rsid w:val="007A65A0"/>
    <w:rsid w:val="007A69A1"/>
    <w:rsid w:val="007B321B"/>
    <w:rsid w:val="007C584B"/>
    <w:rsid w:val="007D1F3F"/>
    <w:rsid w:val="007E33AC"/>
    <w:rsid w:val="007E5A20"/>
    <w:rsid w:val="007E6A00"/>
    <w:rsid w:val="008068E2"/>
    <w:rsid w:val="00811D07"/>
    <w:rsid w:val="00814914"/>
    <w:rsid w:val="00840F0D"/>
    <w:rsid w:val="00846D46"/>
    <w:rsid w:val="00861DB3"/>
    <w:rsid w:val="00875F68"/>
    <w:rsid w:val="0088236D"/>
    <w:rsid w:val="00882BF4"/>
    <w:rsid w:val="00886FB7"/>
    <w:rsid w:val="008B3608"/>
    <w:rsid w:val="008B67AC"/>
    <w:rsid w:val="008B7C9A"/>
    <w:rsid w:val="008C6615"/>
    <w:rsid w:val="008C7EA6"/>
    <w:rsid w:val="008D7506"/>
    <w:rsid w:val="009252D8"/>
    <w:rsid w:val="00956D3F"/>
    <w:rsid w:val="00997CC1"/>
    <w:rsid w:val="009A43B5"/>
    <w:rsid w:val="009B53C2"/>
    <w:rsid w:val="009E491C"/>
    <w:rsid w:val="00A01651"/>
    <w:rsid w:val="00A2451E"/>
    <w:rsid w:val="00A341EB"/>
    <w:rsid w:val="00AB3A4D"/>
    <w:rsid w:val="00B11239"/>
    <w:rsid w:val="00B13C73"/>
    <w:rsid w:val="00B140EC"/>
    <w:rsid w:val="00B1750E"/>
    <w:rsid w:val="00B41972"/>
    <w:rsid w:val="00B506B0"/>
    <w:rsid w:val="00B56A89"/>
    <w:rsid w:val="00B81EBB"/>
    <w:rsid w:val="00BB2F18"/>
    <w:rsid w:val="00BD7374"/>
    <w:rsid w:val="00BE276B"/>
    <w:rsid w:val="00BE56C6"/>
    <w:rsid w:val="00C0072C"/>
    <w:rsid w:val="00C327CE"/>
    <w:rsid w:val="00C374E0"/>
    <w:rsid w:val="00C37CCC"/>
    <w:rsid w:val="00C62165"/>
    <w:rsid w:val="00C83B7E"/>
    <w:rsid w:val="00CB4D7F"/>
    <w:rsid w:val="00D10DA9"/>
    <w:rsid w:val="00D1666B"/>
    <w:rsid w:val="00D80DA2"/>
    <w:rsid w:val="00DA5AFF"/>
    <w:rsid w:val="00DC7F68"/>
    <w:rsid w:val="00E014F3"/>
    <w:rsid w:val="00E04A02"/>
    <w:rsid w:val="00E2231C"/>
    <w:rsid w:val="00E30453"/>
    <w:rsid w:val="00E37D81"/>
    <w:rsid w:val="00E40671"/>
    <w:rsid w:val="00E41929"/>
    <w:rsid w:val="00E90ABF"/>
    <w:rsid w:val="00EC3945"/>
    <w:rsid w:val="00EC47E7"/>
    <w:rsid w:val="00F03ECE"/>
    <w:rsid w:val="00F55871"/>
    <w:rsid w:val="00F5776B"/>
    <w:rsid w:val="00F60165"/>
    <w:rsid w:val="00F70716"/>
    <w:rsid w:val="00F80871"/>
    <w:rsid w:val="00F94A61"/>
    <w:rsid w:val="00FA6A34"/>
    <w:rsid w:val="00FB2BF4"/>
    <w:rsid w:val="00FC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1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75F6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F68"/>
    <w:rPr>
      <w:rFonts w:ascii="Times New Roman" w:hAnsi="Times New Roman" w:cs="Times New Roman"/>
      <w:b/>
      <w:bCs/>
      <w:sz w:val="24"/>
    </w:rPr>
  </w:style>
  <w:style w:type="paragraph" w:styleId="Footer">
    <w:name w:val="footer"/>
    <w:basedOn w:val="Normal"/>
    <w:link w:val="FooterChar"/>
    <w:uiPriority w:val="99"/>
    <w:rsid w:val="00875F68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5F68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75F6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75F68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75F68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75F68"/>
    <w:pPr>
      <w:spacing w:after="0" w:line="240" w:lineRule="auto"/>
    </w:pPr>
    <w:rPr>
      <w:rFonts w:ascii="Times New Roman" w:hAnsi="Times New Roman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75F68"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sid w:val="00875F68"/>
    <w:pPr>
      <w:spacing w:after="0" w:line="240" w:lineRule="auto"/>
      <w:ind w:left="36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75F68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E56C6"/>
    <w:pPr>
      <w:ind w:left="720"/>
      <w:contextualSpacing/>
    </w:pPr>
  </w:style>
  <w:style w:type="paragraph" w:customStyle="1" w:styleId="Default">
    <w:name w:val="Default"/>
    <w:uiPriority w:val="99"/>
    <w:rsid w:val="00E4192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37020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B13C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3C73"/>
    <w:rPr>
      <w:rFonts w:cs="Times New Roman"/>
    </w:rPr>
  </w:style>
  <w:style w:type="character" w:customStyle="1" w:styleId="CarattereCarattere">
    <w:name w:val="Carattere Carattere"/>
    <w:basedOn w:val="DefaultParagraphFont"/>
    <w:uiPriority w:val="99"/>
    <w:rsid w:val="004750BF"/>
    <w:rPr>
      <w:rFonts w:cs="Times New Roman"/>
      <w:sz w:val="24"/>
      <w:szCs w:val="24"/>
      <w:lang w:val="en-GB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cement@unicam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</TotalTime>
  <Pages>3</Pages>
  <Words>797</Words>
  <Characters>4549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federica.ubaldi</cp:lastModifiedBy>
  <cp:revision>39</cp:revision>
  <dcterms:created xsi:type="dcterms:W3CDTF">2010-09-22T09:11:00Z</dcterms:created>
  <dcterms:modified xsi:type="dcterms:W3CDTF">2013-06-24T13:50:00Z</dcterms:modified>
</cp:coreProperties>
</file>